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5200F314" w:rsidR="00F422D3" w:rsidRDefault="00F422D3" w:rsidP="004B5C9B">
      <w:pPr>
        <w:pStyle w:val="Titul2"/>
        <w:jc w:val="both"/>
      </w:pPr>
      <w:r>
        <w:t>Název zakázky: „</w:t>
      </w:r>
      <w:r w:rsidR="00343477" w:rsidRPr="00343477">
        <w:t>Dodávka vysokozdvižného vozíku pro ST HK</w:t>
      </w:r>
      <w:r w:rsidR="00343477">
        <w:t>“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370FC1">
        <w:rPr>
          <w:rFonts w:eastAsia="Times New Roman" w:cs="Arial"/>
          <w:snapToGrid w:val="0"/>
          <w:lang w:eastAsia="cs-CZ"/>
        </w:rPr>
        <w:t>č. 3</w:t>
      </w:r>
      <w:r w:rsidR="006937AA" w:rsidRPr="00370FC1">
        <w:rPr>
          <w:rFonts w:eastAsia="Times New Roman" w:cs="Arial"/>
          <w:snapToGrid w:val="0"/>
          <w:lang w:eastAsia="cs-CZ"/>
        </w:rPr>
        <w:t>430</w:t>
      </w:r>
      <w:r w:rsidRPr="00370FC1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370FC1">
        <w:rPr>
          <w:rFonts w:eastAsia="Times New Roman" w:cs="Arial"/>
          <w:snapToGrid w:val="0"/>
          <w:lang w:eastAsia="cs-CZ"/>
        </w:rPr>
        <w:t>2</w:t>
      </w:r>
      <w:r w:rsidRPr="00370FC1">
        <w:rPr>
          <w:rFonts w:eastAsia="Times New Roman" w:cs="Arial"/>
          <w:snapToGrid w:val="0"/>
          <w:lang w:eastAsia="cs-CZ"/>
        </w:rPr>
        <w:t xml:space="preserve">. </w:t>
      </w:r>
      <w:r w:rsidR="006937AA" w:rsidRPr="00370FC1">
        <w:rPr>
          <w:rFonts w:eastAsia="Times New Roman" w:cs="Arial"/>
          <w:snapToGrid w:val="0"/>
          <w:lang w:eastAsia="cs-CZ"/>
        </w:rPr>
        <w:t>12</w:t>
      </w:r>
      <w:r w:rsidRPr="00370FC1">
        <w:rPr>
          <w:rFonts w:eastAsia="Times New Roman" w:cs="Arial"/>
          <w:snapToGrid w:val="0"/>
          <w:lang w:eastAsia="cs-CZ"/>
        </w:rPr>
        <w:t>. 202</w:t>
      </w:r>
      <w:r w:rsidR="006937AA" w:rsidRPr="00370FC1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0D6ED8F" w:rsidR="002A398D" w:rsidRPr="001C2A3F" w:rsidRDefault="00343477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Radek Zaplatílek</w:t>
      </w:r>
      <w:r w:rsidR="002A398D">
        <w:rPr>
          <w:rFonts w:eastAsia="Times New Roman" w:cs="Arial"/>
          <w:snapToGrid w:val="0"/>
          <w:lang w:eastAsia="cs-CZ"/>
        </w:rPr>
        <w:t>, tel.:</w:t>
      </w:r>
      <w:r>
        <w:rPr>
          <w:rFonts w:eastAsia="Times New Roman" w:cs="Arial"/>
          <w:snapToGrid w:val="0"/>
          <w:lang w:eastAsia="cs-CZ"/>
        </w:rPr>
        <w:t xml:space="preserve"> 727 827 860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zaplatilek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1CB82CF0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520A78">
        <w:t>64024036</w:t>
      </w:r>
    </w:p>
    <w:p w14:paraId="623AC581" w14:textId="2F4E56D4" w:rsidR="006F3400" w:rsidRDefault="006F3400" w:rsidP="00B31228">
      <w:pPr>
        <w:pStyle w:val="Textbezodsazen"/>
        <w:spacing w:after="0"/>
        <w:ind w:left="630"/>
      </w:pPr>
      <w:r w:rsidRPr="002A398D">
        <w:t xml:space="preserve">číslo jednací: </w:t>
      </w:r>
      <w:r w:rsidR="00B31228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B31228">
        <w:rPr>
          <w:highlight w:val="cyan"/>
        </w:rPr>
        <w:instrText xml:space="preserve"> FORMTEXT </w:instrText>
      </w:r>
      <w:r w:rsidR="00B31228">
        <w:rPr>
          <w:highlight w:val="cyan"/>
        </w:rPr>
      </w:r>
      <w:r w:rsidR="00B31228">
        <w:rPr>
          <w:highlight w:val="cyan"/>
        </w:rPr>
        <w:fldChar w:fldCharType="separate"/>
      </w:r>
      <w:r w:rsidR="00B31228">
        <w:rPr>
          <w:noProof/>
          <w:highlight w:val="cyan"/>
        </w:rPr>
        <w:t>"[VLOŽÍ KUPUJÍCÍ]"</w:t>
      </w:r>
      <w:r w:rsidR="00B31228">
        <w:rPr>
          <w:highlight w:val="cyan"/>
        </w:rPr>
        <w:fldChar w:fldCharType="end"/>
      </w:r>
    </w:p>
    <w:p w14:paraId="23145F51" w14:textId="77777777" w:rsidR="00B31228" w:rsidRPr="006F3400" w:rsidRDefault="00B31228" w:rsidP="00B31228">
      <w:pPr>
        <w:pStyle w:val="Textbezodsazen"/>
        <w:spacing w:after="0"/>
        <w:ind w:left="63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6EEE0F5A" w:rsidR="00067B13" w:rsidRPr="00067B13" w:rsidRDefault="00067B13" w:rsidP="00343477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343477" w:rsidRPr="00343477">
        <w:t>Dodávka vysokozdvižného vozíku pro ST HK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520A78" w:rsidRPr="00691CEF">
        <w:t>12039/2024-SŽ-OŘ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2B23B9" w:rsidRPr="002B23B9">
        <w:t>vysokozdvižného vozíku a zaškolení zaměstnanců</w:t>
      </w:r>
      <w:r w:rsidR="00121D2A">
        <w:t xml:space="preserve"> Kupujícího</w:t>
      </w:r>
      <w:r w:rsidR="00FD410F">
        <w:t xml:space="preserve"> do jeho odsluhy</w:t>
      </w:r>
      <w:r w:rsidR="00662206">
        <w:t>,</w:t>
      </w:r>
      <w:r w:rsidRPr="00067B13">
        <w:t xml:space="preserve"> </w:t>
      </w:r>
      <w:r w:rsidR="00FD410F">
        <w:t>blíže specifikováno</w:t>
      </w:r>
      <w:r w:rsidR="00662206" w:rsidRPr="00067B13">
        <w:t xml:space="preserve"> </w:t>
      </w:r>
      <w:r w:rsidRPr="00067B13">
        <w:t xml:space="preserve">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4C868D7B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370FC1">
        <w:t xml:space="preserve">splatností </w:t>
      </w:r>
      <w:r w:rsidR="00343477" w:rsidRPr="00370FC1">
        <w:t>6</w:t>
      </w:r>
      <w:r w:rsidRPr="00370FC1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3A37F113" w14:textId="77777777" w:rsidR="00343477" w:rsidRPr="00343477" w:rsidRDefault="00343477" w:rsidP="00343477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343477">
        <w:rPr>
          <w:rFonts w:eastAsia="Times New Roman" w:cs="Arial"/>
          <w:lang w:eastAsia="cs-CZ"/>
        </w:rPr>
        <w:t>Provozní středisko ST Náchod</w:t>
      </w:r>
    </w:p>
    <w:p w14:paraId="5695CD96" w14:textId="77777777" w:rsidR="00343477" w:rsidRDefault="00343477" w:rsidP="00343477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343477">
        <w:rPr>
          <w:rFonts w:eastAsia="Times New Roman" w:cs="Arial"/>
          <w:lang w:eastAsia="cs-CZ"/>
        </w:rPr>
        <w:t>Běloveská 129, Náchod</w:t>
      </w:r>
    </w:p>
    <w:p w14:paraId="3893E5E1" w14:textId="35341A4B" w:rsidR="00782D29" w:rsidRPr="00343477" w:rsidRDefault="00782D29" w:rsidP="00343477">
      <w:pPr>
        <w:pStyle w:val="Text1-1"/>
        <w:rPr>
          <w:rFonts w:eastAsia="Times New Roman" w:cs="Arial"/>
          <w:lang w:eastAsia="cs-CZ"/>
        </w:rPr>
      </w:pPr>
      <w:r w:rsidRPr="00782D29">
        <w:t xml:space="preserve">Termín dodávky předmětu koupě: </w:t>
      </w:r>
      <w:r w:rsidRPr="00782D29">
        <w:tab/>
      </w:r>
      <w:r w:rsidR="00343477">
        <w:t>31. 8. 2024</w:t>
      </w:r>
    </w:p>
    <w:p w14:paraId="1CE6BDEF" w14:textId="00EE5747" w:rsidR="00782D29" w:rsidRDefault="00782D29" w:rsidP="004B5C9B">
      <w:pPr>
        <w:pStyle w:val="Text1-1"/>
      </w:pPr>
      <w:r w:rsidRPr="00782D29">
        <w:t xml:space="preserve">Smluvní strany se </w:t>
      </w:r>
      <w:r w:rsidRPr="00343477">
        <w:t>dohodly, že předmět koupě může být</w:t>
      </w:r>
      <w:r w:rsidR="00022D32" w:rsidRPr="00343477">
        <w:t xml:space="preserve"> dodán na určené místo plnění v </w:t>
      </w:r>
      <w:r w:rsidRPr="00343477">
        <w:t xml:space="preserve">pracovní dny v době od 7.00 do 13.00 hodin kdykoliv v termínu účinnosti této </w:t>
      </w:r>
      <w:r w:rsidR="00183EDF" w:rsidRPr="00343477">
        <w:t>S</w:t>
      </w:r>
      <w:r w:rsidRPr="00343477">
        <w:t xml:space="preserve">mlouvy s tím, že termín plnění bude oznámen v předstihu 2 pracovních dní </w:t>
      </w:r>
      <w:r w:rsidR="00183EDF" w:rsidRPr="00343477">
        <w:t>P</w:t>
      </w:r>
      <w:r w:rsidRPr="00343477">
        <w:t xml:space="preserve">rodávajícím </w:t>
      </w:r>
      <w:r w:rsidR="00183EDF" w:rsidRPr="00343477">
        <w:t>K</w:t>
      </w:r>
      <w:r w:rsidRPr="00343477">
        <w:t xml:space="preserve">upujícímu (emailem na adresu </w:t>
      </w:r>
      <w:r w:rsidR="00343477" w:rsidRPr="00343477">
        <w:t>Zaplatílek</w:t>
      </w:r>
      <w:r w:rsidRPr="00343477">
        <w:t>@</w:t>
      </w:r>
      <w:r w:rsidR="00B62B67" w:rsidRPr="00343477">
        <w:t>spravazeleznic</w:t>
      </w:r>
      <w:r w:rsidRPr="00343477">
        <w:t>.cz a v kopii na</w:t>
      </w:r>
      <w:r w:rsidR="00022D32" w:rsidRPr="00343477">
        <w:t> </w:t>
      </w:r>
      <w:r w:rsidR="00343477" w:rsidRPr="00343477">
        <w:t>Corej</w:t>
      </w:r>
      <w:r w:rsidRPr="00343477">
        <w:t>@</w:t>
      </w:r>
      <w:r w:rsidR="00B62B67" w:rsidRPr="00343477">
        <w:t>spravazeleznic</w:t>
      </w:r>
      <w:r w:rsidRPr="00343477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6414189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</w:t>
      </w:r>
      <w:r w:rsidRPr="00F81675">
        <w:t xml:space="preserve">záruku za jakost předmětu koupě nejméně v </w:t>
      </w:r>
      <w:r w:rsidR="00343477" w:rsidRPr="00F81675">
        <w:t>délce 48</w:t>
      </w:r>
      <w:r w:rsidRPr="00F81675">
        <w:t xml:space="preserve"> měsíců ode dne předání a převzetí předmětu koupě </w:t>
      </w:r>
      <w:r w:rsidR="009910DA" w:rsidRPr="00F81675">
        <w:t>K</w:t>
      </w:r>
      <w:r w:rsidRPr="00F81675">
        <w:t xml:space="preserve">upujícím. V případech, kdy by záruční doba poskytnutá výrobci předmětu koupě překročila výše uvedenou dobu </w:t>
      </w:r>
      <w:r w:rsidR="00343477" w:rsidRPr="00F81675">
        <w:t>48</w:t>
      </w:r>
      <w:r w:rsidRPr="00F81675">
        <w:t xml:space="preserve"> měsíců, zavazuje se </w:t>
      </w:r>
      <w:r w:rsidR="009910DA" w:rsidRPr="00F81675">
        <w:t>P</w:t>
      </w:r>
      <w:r w:rsidRPr="00F81675">
        <w:t xml:space="preserve">rodávající poskytnout </w:t>
      </w:r>
      <w:r w:rsidR="009910DA" w:rsidRPr="00F81675">
        <w:t>K</w:t>
      </w:r>
      <w:r w:rsidRPr="00F81675">
        <w:t>upujícímu</w:t>
      </w:r>
      <w:r w:rsidRPr="00DB3E86">
        <w:t xml:space="preserve">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</w:t>
      </w:r>
      <w:r w:rsidRPr="00720657">
        <w:t>Smlouvy, je Kupující oprávněn odstoupit od této Smlouvy.</w:t>
      </w:r>
      <w:bookmarkEnd w:id="3"/>
      <w:r w:rsidRPr="00720657">
        <w:t xml:space="preserve"> Prodávající je dále povinen zaplatit za každé jednotlivé porušení povinností dle předchozí věty smluvní pokutu ve výši 5 % procent</w:t>
      </w:r>
      <w:r w:rsidRPr="00474026">
        <w:t xml:space="preserve">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FA43E" w14:textId="77777777" w:rsidR="00C73C24" w:rsidRDefault="00C73C24" w:rsidP="00962258">
      <w:pPr>
        <w:spacing w:after="0" w:line="240" w:lineRule="auto"/>
      </w:pPr>
      <w:r>
        <w:separator/>
      </w:r>
    </w:p>
  </w:endnote>
  <w:endnote w:type="continuationSeparator" w:id="0">
    <w:p w14:paraId="1DBDA1D9" w14:textId="77777777" w:rsidR="00C73C24" w:rsidRDefault="00C73C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51FB3463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43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31228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13CD1359" w:rsidR="00855979" w:rsidRPr="00C1073F" w:rsidRDefault="00343477" w:rsidP="00F422D3">
          <w:pPr>
            <w:pStyle w:val="Zpat0"/>
            <w:rPr>
              <w:sz w:val="14"/>
            </w:rPr>
          </w:pPr>
          <w:r w:rsidRPr="00343477">
            <w:rPr>
              <w:sz w:val="14"/>
            </w:rPr>
            <w:t>Dodávka vysokozdvižného vozíku pro ST HK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27FE0282" w:rsidR="000B073C" w:rsidRPr="00C67F6A" w:rsidRDefault="00343477" w:rsidP="00C67F6A">
          <w:pPr>
            <w:pStyle w:val="Zpat"/>
            <w:jc w:val="right"/>
            <w:rPr>
              <w:rStyle w:val="slostrnky"/>
            </w:rPr>
          </w:pPr>
          <w:r w:rsidRPr="00343477">
            <w:rPr>
              <w:rStyle w:val="slostrnky"/>
              <w:b w:val="0"/>
              <w:color w:val="auto"/>
            </w:rPr>
            <w:t>Dodávka vysokozdvižného vozíku pro ST HK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4D6A1" w14:textId="77777777" w:rsidR="00C73C24" w:rsidRDefault="00C73C24" w:rsidP="00962258">
      <w:pPr>
        <w:spacing w:after="0" w:line="240" w:lineRule="auto"/>
      </w:pPr>
      <w:r>
        <w:separator/>
      </w:r>
    </w:p>
  </w:footnote>
  <w:footnote w:type="continuationSeparator" w:id="0">
    <w:p w14:paraId="4892F69E" w14:textId="77777777" w:rsidR="00C73C24" w:rsidRDefault="00C73C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7865">
    <w:abstractNumId w:val="3"/>
  </w:num>
  <w:num w:numId="2" w16cid:durableId="724524423">
    <w:abstractNumId w:val="1"/>
  </w:num>
  <w:num w:numId="3" w16cid:durableId="542638954">
    <w:abstractNumId w:val="13"/>
  </w:num>
  <w:num w:numId="4" w16cid:durableId="1453093015">
    <w:abstractNumId w:val="7"/>
  </w:num>
  <w:num w:numId="5" w16cid:durableId="1210148554">
    <w:abstractNumId w:val="0"/>
  </w:num>
  <w:num w:numId="6" w16cid:durableId="370228280">
    <w:abstractNumId w:val="8"/>
  </w:num>
  <w:num w:numId="7" w16cid:durableId="1037313822">
    <w:abstractNumId w:val="10"/>
  </w:num>
  <w:num w:numId="8" w16cid:durableId="953630563">
    <w:abstractNumId w:val="11"/>
  </w:num>
  <w:num w:numId="9" w16cid:durableId="940840418">
    <w:abstractNumId w:val="2"/>
  </w:num>
  <w:num w:numId="10" w16cid:durableId="19867123">
    <w:abstractNumId w:val="14"/>
  </w:num>
  <w:num w:numId="11" w16cid:durableId="1408768625">
    <w:abstractNumId w:val="9"/>
  </w:num>
  <w:num w:numId="12" w16cid:durableId="687682562">
    <w:abstractNumId w:val="12"/>
  </w:num>
  <w:num w:numId="13" w16cid:durableId="34931129">
    <w:abstractNumId w:val="4"/>
  </w:num>
  <w:num w:numId="14" w16cid:durableId="1775327027">
    <w:abstractNumId w:val="5"/>
  </w:num>
  <w:num w:numId="15" w16cid:durableId="228344095">
    <w:abstractNumId w:val="6"/>
  </w:num>
  <w:num w:numId="16" w16cid:durableId="204304584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D5C05"/>
    <w:rsid w:val="000E1A7F"/>
    <w:rsid w:val="00112864"/>
    <w:rsid w:val="00114472"/>
    <w:rsid w:val="00114988"/>
    <w:rsid w:val="00115069"/>
    <w:rsid w:val="001150F2"/>
    <w:rsid w:val="00121D2A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80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B23B9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3477"/>
    <w:rsid w:val="0034719F"/>
    <w:rsid w:val="00350A35"/>
    <w:rsid w:val="003571D8"/>
    <w:rsid w:val="00357BC6"/>
    <w:rsid w:val="00361422"/>
    <w:rsid w:val="00364C75"/>
    <w:rsid w:val="00370FC1"/>
    <w:rsid w:val="0037545D"/>
    <w:rsid w:val="00381EFC"/>
    <w:rsid w:val="00392910"/>
    <w:rsid w:val="00392EB6"/>
    <w:rsid w:val="003956C6"/>
    <w:rsid w:val="003A197F"/>
    <w:rsid w:val="003A3434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55191"/>
    <w:rsid w:val="0046002F"/>
    <w:rsid w:val="00460660"/>
    <w:rsid w:val="00464BA9"/>
    <w:rsid w:val="00474026"/>
    <w:rsid w:val="00483969"/>
    <w:rsid w:val="00485CE8"/>
    <w:rsid w:val="00486107"/>
    <w:rsid w:val="00491827"/>
    <w:rsid w:val="004A4AB3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0A78"/>
    <w:rsid w:val="00523BB5"/>
    <w:rsid w:val="00523EA7"/>
    <w:rsid w:val="00525F3A"/>
    <w:rsid w:val="005340CB"/>
    <w:rsid w:val="005406EB"/>
    <w:rsid w:val="00542FC4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2206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A7D3F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D732B"/>
    <w:rsid w:val="006E0578"/>
    <w:rsid w:val="006E314D"/>
    <w:rsid w:val="006F2CAF"/>
    <w:rsid w:val="006F3400"/>
    <w:rsid w:val="00710723"/>
    <w:rsid w:val="007145F3"/>
    <w:rsid w:val="007162F4"/>
    <w:rsid w:val="00720657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2826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4C5"/>
    <w:rsid w:val="00B13A26"/>
    <w:rsid w:val="00B14B5D"/>
    <w:rsid w:val="00B15D0D"/>
    <w:rsid w:val="00B22106"/>
    <w:rsid w:val="00B2418D"/>
    <w:rsid w:val="00B31228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BF0A9C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3C24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093F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1675"/>
    <w:rsid w:val="00F86BA6"/>
    <w:rsid w:val="00F95FBD"/>
    <w:rsid w:val="00FA4D85"/>
    <w:rsid w:val="00FB6342"/>
    <w:rsid w:val="00FC6389"/>
    <w:rsid w:val="00FD410F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FA18E9-D9B8-4913-ACD7-430729EAD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3</TotalTime>
  <Pages>10</Pages>
  <Words>3603</Words>
  <Characters>21259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Malínská Hana</cp:lastModifiedBy>
  <cp:revision>4</cp:revision>
  <cp:lastPrinted>2019-03-12T14:16:00Z</cp:lastPrinted>
  <dcterms:created xsi:type="dcterms:W3CDTF">2024-03-25T12:48:00Z</dcterms:created>
  <dcterms:modified xsi:type="dcterms:W3CDTF">2024-04-02T10:37:00Z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